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4725"/>
      </w:tblGrid>
      <w:tr w:rsidR="004B528D" w:rsidRPr="003B61CA" w:rsidTr="00AD6670">
        <w:trPr>
          <w:trHeight w:val="555"/>
        </w:trPr>
        <w:tc>
          <w:tcPr>
            <w:tcW w:w="4500" w:type="dxa"/>
          </w:tcPr>
          <w:p w:rsidR="004B528D" w:rsidRPr="003B61CA" w:rsidRDefault="004B528D" w:rsidP="00AD6670">
            <w:r w:rsidRPr="003B61CA">
              <w:t>Technology as Teacher</w:t>
            </w:r>
          </w:p>
        </w:tc>
        <w:tc>
          <w:tcPr>
            <w:tcW w:w="4725" w:type="dxa"/>
          </w:tcPr>
          <w:p w:rsidR="004B528D" w:rsidRPr="003B61CA" w:rsidRDefault="004B528D" w:rsidP="00AD6670">
            <w:r w:rsidRPr="003B61CA">
              <w:t>Technology as partner in learning</w:t>
            </w:r>
          </w:p>
        </w:tc>
      </w:tr>
      <w:tr w:rsidR="004B528D" w:rsidRPr="003B61CA" w:rsidTr="00AD6670">
        <w:trPr>
          <w:trHeight w:val="9000"/>
        </w:trPr>
        <w:tc>
          <w:tcPr>
            <w:tcW w:w="4500" w:type="dxa"/>
            <w:tcBorders>
              <w:bottom w:val="nil"/>
            </w:tcBorders>
          </w:tcPr>
          <w:p w:rsidR="004B528D" w:rsidRPr="003B61CA" w:rsidRDefault="004B528D" w:rsidP="00AD6670"/>
          <w:p w:rsidR="004B528D" w:rsidRPr="003B61CA" w:rsidRDefault="004B528D" w:rsidP="00AD6670">
            <w:r w:rsidRPr="003B61CA">
              <w:t xml:space="preserve">*Video presentation on the tourist spots in the country. </w:t>
            </w:r>
          </w:p>
          <w:p w:rsidR="004B528D" w:rsidRPr="003B61CA" w:rsidRDefault="004B528D" w:rsidP="00AD6670">
            <w:r w:rsidRPr="003B61CA">
              <w:t xml:space="preserve">*Technology can also be helpful as a guide for teaching. </w:t>
            </w:r>
          </w:p>
          <w:p w:rsidR="004B528D" w:rsidRPr="003B61CA" w:rsidRDefault="004B528D" w:rsidP="00AD6670">
            <w:r w:rsidRPr="003B61CA">
              <w:t>* Technology is the sum of practical knowledge.</w:t>
            </w:r>
          </w:p>
          <w:p w:rsidR="004B528D" w:rsidRPr="003B61CA" w:rsidRDefault="004B528D" w:rsidP="00AD6670">
            <w:r w:rsidRPr="003B61CA">
              <w:t xml:space="preserve">*Technology as tools to support knowledge construction. </w:t>
            </w:r>
          </w:p>
          <w:p w:rsidR="004B528D" w:rsidRPr="003B61CA" w:rsidRDefault="004B528D" w:rsidP="00AD6670">
            <w:r w:rsidRPr="003B61CA">
              <w:t>* Technology as a huge influence in the society.</w:t>
            </w:r>
          </w:p>
          <w:p w:rsidR="004B528D" w:rsidRPr="003B61CA" w:rsidRDefault="004B528D" w:rsidP="00AD6670">
            <w:r w:rsidRPr="003B61CA">
              <w:t xml:space="preserve">*Technology gives intellectual partner. </w:t>
            </w:r>
          </w:p>
        </w:tc>
        <w:tc>
          <w:tcPr>
            <w:tcW w:w="4725" w:type="dxa"/>
            <w:tcBorders>
              <w:bottom w:val="nil"/>
            </w:tcBorders>
          </w:tcPr>
          <w:p w:rsidR="004B528D" w:rsidRPr="003B61CA" w:rsidRDefault="004B528D" w:rsidP="00AD6670"/>
          <w:p w:rsidR="004B528D" w:rsidRPr="003B61CA" w:rsidRDefault="004B528D" w:rsidP="00AD6670">
            <w:r w:rsidRPr="003B61CA">
              <w:t xml:space="preserve">*Setting up an experiment shown through video and requiring the student to predict the outcome of the experiment. </w:t>
            </w:r>
          </w:p>
          <w:p w:rsidR="004B528D" w:rsidRPr="003B61CA" w:rsidRDefault="004B528D" w:rsidP="003D2114">
            <w:r w:rsidRPr="003B61CA">
              <w:t xml:space="preserve">*Technology has been a dialectical and cumulative process at the center of the human experience. </w:t>
            </w:r>
          </w:p>
          <w:p w:rsidR="004B528D" w:rsidRPr="003B61CA" w:rsidRDefault="004B528D" w:rsidP="002F5A32">
            <w:r w:rsidRPr="003B61CA">
              <w:t>* Technology can affect people’s lives.</w:t>
            </w:r>
          </w:p>
          <w:p w:rsidR="004B528D" w:rsidRPr="003B61CA" w:rsidRDefault="004B528D" w:rsidP="002F5A32">
            <w:r w:rsidRPr="003B61CA">
              <w:t xml:space="preserve">*Technology makes our life easier. </w:t>
            </w:r>
          </w:p>
          <w:p w:rsidR="004B528D" w:rsidRPr="003B61CA" w:rsidRDefault="004B528D" w:rsidP="002F5A32">
            <w:r w:rsidRPr="003B61CA">
              <w:t xml:space="preserve">*We can’t do anymore difficulties from information and a reference since modern technology has arrived. </w:t>
            </w:r>
            <w:bookmarkStart w:id="0" w:name="_GoBack"/>
            <w:bookmarkEnd w:id="0"/>
          </w:p>
        </w:tc>
      </w:tr>
      <w:tr w:rsidR="004B528D" w:rsidRPr="003B61CA" w:rsidTr="00AD6670">
        <w:trPr>
          <w:trHeight w:val="180"/>
        </w:trPr>
        <w:tc>
          <w:tcPr>
            <w:tcW w:w="4500" w:type="dxa"/>
            <w:tcBorders>
              <w:top w:val="nil"/>
            </w:tcBorders>
          </w:tcPr>
          <w:p w:rsidR="004B528D" w:rsidRPr="003B61CA" w:rsidRDefault="004B528D" w:rsidP="00AD6670"/>
        </w:tc>
        <w:tc>
          <w:tcPr>
            <w:tcW w:w="4725" w:type="dxa"/>
            <w:tcBorders>
              <w:top w:val="nil"/>
            </w:tcBorders>
          </w:tcPr>
          <w:p w:rsidR="004B528D" w:rsidRPr="003B61CA" w:rsidRDefault="004B528D" w:rsidP="00AD6670"/>
        </w:tc>
      </w:tr>
    </w:tbl>
    <w:p w:rsidR="004B528D" w:rsidRDefault="004B528D"/>
    <w:sectPr w:rsidR="004B528D" w:rsidSect="00635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670"/>
    <w:rsid w:val="000E64F8"/>
    <w:rsid w:val="00182B14"/>
    <w:rsid w:val="002F55CD"/>
    <w:rsid w:val="002F5A32"/>
    <w:rsid w:val="003B61CA"/>
    <w:rsid w:val="003D2114"/>
    <w:rsid w:val="004B528D"/>
    <w:rsid w:val="005E4E02"/>
    <w:rsid w:val="0063519F"/>
    <w:rsid w:val="008820ED"/>
    <w:rsid w:val="00995EB7"/>
    <w:rsid w:val="00AD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19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114</Words>
  <Characters>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as Teacher</dc:title>
  <dc:subject/>
  <dc:creator>Karlaangela0119</dc:creator>
  <cp:keywords/>
  <dc:description/>
  <cp:lastModifiedBy>Student</cp:lastModifiedBy>
  <cp:revision>2</cp:revision>
  <dcterms:created xsi:type="dcterms:W3CDTF">2012-07-12T00:44:00Z</dcterms:created>
  <dcterms:modified xsi:type="dcterms:W3CDTF">2012-07-12T00:44:00Z</dcterms:modified>
</cp:coreProperties>
</file>